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03" w:rsidRDefault="008A2A03" w:rsidP="009A63C3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>Allan La</w:t>
      </w:r>
    </w:p>
    <w:p w:rsidR="008A2A03" w:rsidRDefault="008A2A03" w:rsidP="009A63C3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>Period 7</w:t>
      </w:r>
    </w:p>
    <w:p w:rsidR="008A2A03" w:rsidRPr="007B798C" w:rsidRDefault="008A2A03" w:rsidP="00151F76">
      <w:pPr>
        <w:jc w:val="center"/>
        <w:rPr>
          <w:rFonts w:ascii="Arial Black" w:hAnsi="Arial Black"/>
          <w:b/>
        </w:rPr>
      </w:pPr>
      <w:r w:rsidRPr="007B798C">
        <w:rPr>
          <w:rFonts w:ascii="Arial Black" w:hAnsi="Arial Black"/>
          <w:b/>
        </w:rPr>
        <w:t>Long term Causes of Russian Revolution:</w:t>
      </w:r>
      <w:bookmarkStart w:id="0" w:name="_GoBack"/>
      <w:bookmarkEnd w:id="0"/>
    </w:p>
    <w:p w:rsidR="008A2A03" w:rsidRDefault="008A2A03" w:rsidP="00151F7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8"/>
        <w:gridCol w:w="5526"/>
        <w:gridCol w:w="4392"/>
      </w:tblGrid>
      <w:tr w:rsidR="008A2A03" w:rsidRPr="0043418C" w:rsidTr="0043418C">
        <w:tc>
          <w:tcPr>
            <w:tcW w:w="3258" w:type="dxa"/>
          </w:tcPr>
          <w:p w:rsidR="008A2A03" w:rsidRPr="0043418C" w:rsidRDefault="008A2A03" w:rsidP="0043418C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43418C">
              <w:rPr>
                <w:rFonts w:ascii="Arial Black" w:hAnsi="Arial Black"/>
                <w:b/>
                <w:sz w:val="24"/>
                <w:szCs w:val="24"/>
              </w:rPr>
              <w:t>Long term Cause:</w:t>
            </w:r>
          </w:p>
        </w:tc>
        <w:tc>
          <w:tcPr>
            <w:tcW w:w="5526" w:type="dxa"/>
          </w:tcPr>
          <w:p w:rsidR="008A2A03" w:rsidRPr="0043418C" w:rsidRDefault="008A2A03" w:rsidP="0043418C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43418C">
              <w:rPr>
                <w:rFonts w:ascii="Arial Black" w:hAnsi="Arial Black"/>
                <w:b/>
                <w:sz w:val="24"/>
                <w:szCs w:val="24"/>
              </w:rPr>
              <w:t>Explanation</w:t>
            </w:r>
          </w:p>
        </w:tc>
        <w:tc>
          <w:tcPr>
            <w:tcW w:w="4392" w:type="dxa"/>
          </w:tcPr>
          <w:p w:rsidR="008A2A03" w:rsidRPr="0043418C" w:rsidRDefault="008A2A03" w:rsidP="0043418C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43418C">
              <w:rPr>
                <w:rFonts w:ascii="Arial Black" w:hAnsi="Arial Black"/>
                <w:b/>
                <w:sz w:val="24"/>
                <w:szCs w:val="24"/>
              </w:rPr>
              <w:t>Connection, comments, questions, connections…</w:t>
            </w:r>
          </w:p>
        </w:tc>
      </w:tr>
      <w:tr w:rsidR="008A2A03" w:rsidRPr="0043418C" w:rsidTr="0043418C">
        <w:tc>
          <w:tcPr>
            <w:tcW w:w="3258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Institutions supported the monarchy, church, nobility, and peasants were classes.</w:t>
            </w:r>
          </w:p>
          <w:p w:rsidR="008A2A03" w:rsidRPr="0043418C" w:rsidRDefault="008A2A03" w:rsidP="0043418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The old class systems that the feudal system provides led to the unequal social upraise and standard quality of life.</w:t>
            </w:r>
          </w:p>
        </w:tc>
        <w:tc>
          <w:tcPr>
            <w:tcW w:w="4392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 xml:space="preserve">Reminds me of medieval times and the French Revolution, same reasons as why </w:t>
            </w:r>
            <w:smartTag w:uri="urn:schemas-microsoft-com:office:smarttags" w:element="place">
              <w:smartTag w:uri="urn:schemas-microsoft-com:office:smarttags" w:element="country-region">
                <w:r>
                  <w:t>France</w:t>
                </w:r>
              </w:smartTag>
            </w:smartTag>
            <w:r>
              <w:t xml:space="preserve"> had a total reform.</w:t>
            </w:r>
          </w:p>
        </w:tc>
      </w:tr>
      <w:tr w:rsidR="008A2A03" w:rsidRPr="0043418C" w:rsidTr="0043418C">
        <w:tc>
          <w:tcPr>
            <w:tcW w:w="3258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</w:p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Nicholas II ruled alone, unquestioned, and corrupted</w:t>
            </w:r>
          </w:p>
        </w:tc>
        <w:tc>
          <w:tcPr>
            <w:tcW w:w="5526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The autocrat ruled based on his military might, using them to control and maintain order. He oppressed the population with his army.</w:t>
            </w:r>
          </w:p>
        </w:tc>
        <w:tc>
          <w:tcPr>
            <w:tcW w:w="4392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Reminds me of Hitler, using the army and terror to control the people.</w:t>
            </w:r>
          </w:p>
        </w:tc>
      </w:tr>
      <w:tr w:rsidR="008A2A03" w:rsidRPr="0043418C" w:rsidTr="0043418C">
        <w:tc>
          <w:tcPr>
            <w:tcW w:w="3258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smartTag w:uri="urn:schemas-microsoft-com:office:smarttags" w:element="place">
              <w:smartTag w:uri="urn:schemas-microsoft-com:office:smarttags" w:element="country-region">
                <w:r>
                  <w:t>Russia</w:t>
                </w:r>
              </w:smartTag>
            </w:smartTag>
            <w:r>
              <w:t xml:space="preserve"> was a Large country, 4000 miles and 125million people</w:t>
            </w:r>
          </w:p>
          <w:p w:rsidR="008A2A03" w:rsidRPr="0043418C" w:rsidRDefault="008A2A03" w:rsidP="0043418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 xml:space="preserve">Nicholas II would not be able to control the nation if a revolt was to start based on the enormous size of </w:t>
            </w:r>
            <w:smartTag w:uri="urn:schemas-microsoft-com:office:smarttags" w:element="place">
              <w:smartTag w:uri="urn:schemas-microsoft-com:office:smarttags" w:element="country-region">
                <w:r>
                  <w:t>Russia</w:t>
                </w:r>
              </w:smartTag>
            </w:smartTag>
            <w:r>
              <w:t xml:space="preserve"> itself.</w:t>
            </w:r>
          </w:p>
        </w:tc>
        <w:tc>
          <w:tcPr>
            <w:tcW w:w="4392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An Autocracy never works. 1man cannot rule over that much people. They will revolt eventually.</w:t>
            </w:r>
          </w:p>
        </w:tc>
      </w:tr>
      <w:tr w:rsidR="008A2A03" w:rsidRPr="0043418C" w:rsidTr="0043418C">
        <w:tc>
          <w:tcPr>
            <w:tcW w:w="3258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Quality of Life very low</w:t>
            </w:r>
          </w:p>
          <w:p w:rsidR="008A2A03" w:rsidRPr="0043418C" w:rsidRDefault="008A2A03" w:rsidP="0043418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Everyone, about 80%-90% of the 125million were peasants and were eventually tired and wanted change.</w:t>
            </w:r>
          </w:p>
        </w:tc>
        <w:tc>
          <w:tcPr>
            <w:tcW w:w="4392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If I was 1 of the people, and most likely with the % I would be, I would fight for change.</w:t>
            </w:r>
          </w:p>
        </w:tc>
      </w:tr>
      <w:tr w:rsidR="008A2A03" w:rsidRPr="0043418C" w:rsidTr="0043418C">
        <w:tc>
          <w:tcPr>
            <w:tcW w:w="3258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Bourgeois</w:t>
            </w:r>
          </w:p>
          <w:p w:rsidR="008A2A03" w:rsidRPr="0043418C" w:rsidRDefault="008A2A03" w:rsidP="0043418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 xml:space="preserve">Middle Class of </w:t>
            </w:r>
            <w:smartTag w:uri="urn:schemas-microsoft-com:office:smarttags" w:element="place">
              <w:smartTag w:uri="urn:schemas-microsoft-com:office:smarttags" w:element="country-region">
                <w:r>
                  <w:t>Russia</w:t>
                </w:r>
              </w:smartTag>
            </w:smartTag>
            <w:r>
              <w:t xml:space="preserve"> took ideas from British and started advocating for more rights, and a constitution.</w:t>
            </w:r>
          </w:p>
        </w:tc>
        <w:tc>
          <w:tcPr>
            <w:tcW w:w="4392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 xml:space="preserve">The British Parliament influenced </w:t>
            </w:r>
            <w:smartTag w:uri="urn:schemas-microsoft-com:office:smarttags" w:element="country-region">
              <w:r>
                <w:t>Russia</w:t>
              </w:r>
            </w:smartTag>
            <w:r>
              <w:t xml:space="preserve"> and </w:t>
            </w:r>
            <w:smartTag w:uri="urn:schemas-microsoft-com:office:smarttags" w:element="place">
              <w:smartTag w:uri="urn:schemas-microsoft-com:office:smarttags" w:element="country-region">
                <w:r>
                  <w:t>America</w:t>
                </w:r>
              </w:smartTag>
            </w:smartTag>
            <w:r>
              <w:t xml:space="preserve"> during their revolutions.</w:t>
            </w:r>
          </w:p>
        </w:tc>
      </w:tr>
      <w:tr w:rsidR="008A2A03" w:rsidRPr="0043418C" w:rsidTr="0043418C">
        <w:tc>
          <w:tcPr>
            <w:tcW w:w="3258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</w:p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Revolutionaries</w:t>
            </w:r>
          </w:p>
        </w:tc>
        <w:tc>
          <w:tcPr>
            <w:tcW w:w="5526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These people wanted peaceful change, and some committed acts of terrorism to start a revolution.</w:t>
            </w:r>
          </w:p>
        </w:tc>
        <w:tc>
          <w:tcPr>
            <w:tcW w:w="4392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Terrorism isn’t the best way to seek change, it just makes everything worse.</w:t>
            </w:r>
          </w:p>
        </w:tc>
      </w:tr>
      <w:tr w:rsidR="008A2A03" w:rsidRPr="0043418C" w:rsidTr="0043418C">
        <w:tc>
          <w:tcPr>
            <w:tcW w:w="3258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Losing Japanese War</w:t>
            </w:r>
          </w:p>
          <w:p w:rsidR="008A2A03" w:rsidRPr="0043418C" w:rsidRDefault="008A2A03" w:rsidP="0043418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Losing the war lost Nicholas more popularity with the people so they would deny his rule.</w:t>
            </w:r>
          </w:p>
        </w:tc>
        <w:tc>
          <w:tcPr>
            <w:tcW w:w="4392" w:type="dxa"/>
          </w:tcPr>
          <w:p w:rsidR="008A2A03" w:rsidRPr="0043418C" w:rsidRDefault="008A2A03" w:rsidP="0043418C">
            <w:pPr>
              <w:spacing w:after="0" w:line="240" w:lineRule="auto"/>
              <w:jc w:val="center"/>
            </w:pPr>
            <w:r>
              <w:t>The troops back from the War were used to calm down events after Bloody Sunday.</w:t>
            </w:r>
          </w:p>
        </w:tc>
      </w:tr>
    </w:tbl>
    <w:p w:rsidR="008A2A03" w:rsidRDefault="008A2A03" w:rsidP="007B798C"/>
    <w:p w:rsidR="008A2A03" w:rsidRDefault="008A2A03" w:rsidP="00151F76">
      <w:pPr>
        <w:jc w:val="center"/>
      </w:pPr>
    </w:p>
    <w:p w:rsidR="008A2A03" w:rsidRDefault="008A2A03" w:rsidP="00151F76">
      <w:pPr>
        <w:jc w:val="center"/>
      </w:pPr>
    </w:p>
    <w:sectPr w:rsidR="008A2A03" w:rsidSect="00151F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D9E"/>
    <w:rsid w:val="00151F76"/>
    <w:rsid w:val="0043418C"/>
    <w:rsid w:val="006A1270"/>
    <w:rsid w:val="00774D9E"/>
    <w:rsid w:val="007B798C"/>
    <w:rsid w:val="008A2A03"/>
    <w:rsid w:val="009A63C3"/>
    <w:rsid w:val="00B40FAB"/>
    <w:rsid w:val="00D2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49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51F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1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21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2119">
              <w:marLeft w:val="27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266</Words>
  <Characters>1517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Allan La</dc:title>
  <dc:subject/>
  <dc:creator>mpstech</dc:creator>
  <cp:keywords/>
  <dc:description/>
  <cp:lastModifiedBy>netadmin8</cp:lastModifiedBy>
  <cp:revision>2</cp:revision>
  <cp:lastPrinted>2013-04-01T14:12:00Z</cp:lastPrinted>
  <dcterms:created xsi:type="dcterms:W3CDTF">2013-04-01T14:12:00Z</dcterms:created>
  <dcterms:modified xsi:type="dcterms:W3CDTF">2013-04-01T14:12:00Z</dcterms:modified>
</cp:coreProperties>
</file>